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00AD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EBF38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EA68B2" w14:textId="37789E0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59D8">
        <w:rPr>
          <w:rFonts w:ascii="Corbel" w:hAnsi="Corbel"/>
          <w:i/>
          <w:smallCaps/>
          <w:sz w:val="24"/>
          <w:szCs w:val="24"/>
        </w:rPr>
        <w:t>20</w:t>
      </w:r>
      <w:r w:rsidR="00C25E83">
        <w:rPr>
          <w:rFonts w:ascii="Corbel" w:hAnsi="Corbel"/>
          <w:i/>
          <w:smallCaps/>
          <w:sz w:val="24"/>
          <w:szCs w:val="24"/>
        </w:rPr>
        <w:t>19</w:t>
      </w:r>
      <w:r w:rsidR="00FE59D8">
        <w:rPr>
          <w:rFonts w:ascii="Corbel" w:hAnsi="Corbel"/>
          <w:i/>
          <w:smallCaps/>
          <w:sz w:val="24"/>
          <w:szCs w:val="24"/>
        </w:rPr>
        <w:t>-202</w:t>
      </w:r>
      <w:r w:rsidR="00C25E83">
        <w:rPr>
          <w:rFonts w:ascii="Corbel" w:hAnsi="Corbel"/>
          <w:i/>
          <w:smallCaps/>
          <w:sz w:val="24"/>
          <w:szCs w:val="24"/>
        </w:rPr>
        <w:t>2</w:t>
      </w:r>
    </w:p>
    <w:p w14:paraId="4EBF48A8" w14:textId="34EC1FB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243FB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B5346A0" w14:textId="7F8B93A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5E83">
        <w:rPr>
          <w:rFonts w:ascii="Corbel" w:hAnsi="Corbel"/>
          <w:sz w:val="20"/>
          <w:szCs w:val="20"/>
        </w:rPr>
        <w:t>2020/2021</w:t>
      </w:r>
      <w:bookmarkStart w:id="0" w:name="_GoBack"/>
      <w:bookmarkEnd w:id="0"/>
    </w:p>
    <w:p w14:paraId="64C929A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511C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3553" w:rsidRPr="009C54AE" w14:paraId="60FCF6CB" w14:textId="77777777" w:rsidTr="00FD3553">
        <w:tc>
          <w:tcPr>
            <w:tcW w:w="2694" w:type="dxa"/>
            <w:vAlign w:val="center"/>
          </w:tcPr>
          <w:p w14:paraId="06B7AE3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A3FBBA" w14:textId="7FD6ED07" w:rsidR="00FD3553" w:rsidRPr="005D6A52" w:rsidRDefault="005D6A52" w:rsidP="003F418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D3553" w:rsidRPr="005D6A52">
              <w:rPr>
                <w:rFonts w:ascii="Corbel" w:hAnsi="Corbel"/>
                <w:color w:val="auto"/>
                <w:sz w:val="24"/>
                <w:szCs w:val="24"/>
              </w:rPr>
              <w:t>raktyka zawodowa</w:t>
            </w:r>
          </w:p>
        </w:tc>
      </w:tr>
      <w:tr w:rsidR="00FD3553" w:rsidRPr="009C54AE" w14:paraId="4476F495" w14:textId="77777777" w:rsidTr="00FD3553">
        <w:tc>
          <w:tcPr>
            <w:tcW w:w="2694" w:type="dxa"/>
            <w:vAlign w:val="center"/>
          </w:tcPr>
          <w:p w14:paraId="6394BCF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2F752" w14:textId="5B428A2D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MK39</w:t>
            </w:r>
          </w:p>
        </w:tc>
      </w:tr>
      <w:tr w:rsidR="00FD3553" w:rsidRPr="009C54AE" w14:paraId="5B782827" w14:textId="77777777" w:rsidTr="00FD3553">
        <w:tc>
          <w:tcPr>
            <w:tcW w:w="2694" w:type="dxa"/>
            <w:vAlign w:val="center"/>
          </w:tcPr>
          <w:p w14:paraId="2291D245" w14:textId="77777777" w:rsidR="00FD3553" w:rsidRPr="009C54AE" w:rsidRDefault="00FD35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3C683F" w14:textId="77777777" w:rsidR="00FD3553" w:rsidRPr="00FD3553" w:rsidRDefault="00197017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553" w:rsidRPr="009C54AE" w14:paraId="44B68339" w14:textId="77777777" w:rsidTr="00FD3553">
        <w:tc>
          <w:tcPr>
            <w:tcW w:w="2694" w:type="dxa"/>
            <w:vAlign w:val="center"/>
          </w:tcPr>
          <w:p w14:paraId="2BA95642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EDFA5" w14:textId="3956E601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553" w:rsidRPr="009C54AE" w14:paraId="1D94A896" w14:textId="77777777" w:rsidTr="00FD3553">
        <w:tc>
          <w:tcPr>
            <w:tcW w:w="2694" w:type="dxa"/>
            <w:vAlign w:val="center"/>
          </w:tcPr>
          <w:p w14:paraId="28D50A1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F0A272" w14:textId="002F52B1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FD3553" w:rsidRPr="009C54AE" w14:paraId="75EA5989" w14:textId="77777777" w:rsidTr="00FD3553">
        <w:tc>
          <w:tcPr>
            <w:tcW w:w="2694" w:type="dxa"/>
            <w:vAlign w:val="center"/>
          </w:tcPr>
          <w:p w14:paraId="6B144CAB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CE3595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FD3553" w:rsidRPr="009C54AE" w14:paraId="31998C74" w14:textId="77777777" w:rsidTr="00FD3553">
        <w:tc>
          <w:tcPr>
            <w:tcW w:w="2694" w:type="dxa"/>
            <w:vAlign w:val="center"/>
          </w:tcPr>
          <w:p w14:paraId="3A79D6C1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078DC" w14:textId="77777777" w:rsidR="00FD3553" w:rsidRPr="00FD3553" w:rsidRDefault="00C42625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D3553" w:rsidRPr="009C54AE" w14:paraId="4C178612" w14:textId="77777777" w:rsidTr="00FD3553">
        <w:tc>
          <w:tcPr>
            <w:tcW w:w="2694" w:type="dxa"/>
            <w:vAlign w:val="center"/>
          </w:tcPr>
          <w:p w14:paraId="6AAE13C8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39D119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FD3553" w:rsidRPr="00A7626C" w14:paraId="2B5FD99E" w14:textId="77777777" w:rsidTr="00FD3553">
        <w:tc>
          <w:tcPr>
            <w:tcW w:w="2694" w:type="dxa"/>
            <w:vAlign w:val="center"/>
          </w:tcPr>
          <w:p w14:paraId="3D7F4026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CCC2F3" w14:textId="4C22D636" w:rsidR="00FD3553" w:rsidRPr="00A7626C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</w:pP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rok I</w:t>
            </w:r>
            <w:r w:rsidR="00C42625"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 xml:space="preserve">I, semestr </w:t>
            </w:r>
            <w:r w:rsid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I</w:t>
            </w: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V</w:t>
            </w:r>
          </w:p>
        </w:tc>
      </w:tr>
      <w:tr w:rsidR="00FD3553" w:rsidRPr="009C54AE" w14:paraId="50B45C9A" w14:textId="77777777" w:rsidTr="00FD3553">
        <w:tc>
          <w:tcPr>
            <w:tcW w:w="2694" w:type="dxa"/>
            <w:vAlign w:val="center"/>
          </w:tcPr>
          <w:p w14:paraId="172C471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B0C64E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="00FD3553" w:rsidRPr="009C54AE" w14:paraId="52FA71DC" w14:textId="77777777" w:rsidTr="00FD3553">
        <w:tc>
          <w:tcPr>
            <w:tcW w:w="2694" w:type="dxa"/>
            <w:vAlign w:val="center"/>
          </w:tcPr>
          <w:p w14:paraId="3251579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9AE970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 lub obcy (w zależności od wyboru organizacji jako miejsca praktyki)</w:t>
            </w:r>
          </w:p>
        </w:tc>
      </w:tr>
      <w:tr w:rsidR="00FD3553" w:rsidRPr="009C54AE" w14:paraId="0CA41BF4" w14:textId="77777777" w:rsidTr="00FD3553">
        <w:tc>
          <w:tcPr>
            <w:tcW w:w="2694" w:type="dxa"/>
            <w:vAlign w:val="center"/>
          </w:tcPr>
          <w:p w14:paraId="6CEEEEA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61519" w14:textId="3D7F514A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FD3553" w:rsidRPr="009C54AE" w14:paraId="08E96C1B" w14:textId="77777777" w:rsidTr="00FD3553">
        <w:tc>
          <w:tcPr>
            <w:tcW w:w="2694" w:type="dxa"/>
            <w:vAlign w:val="center"/>
          </w:tcPr>
          <w:p w14:paraId="0ED11824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97CEE9" w14:textId="41B8A455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</w:tbl>
    <w:p w14:paraId="7DE508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8E59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1C32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D050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8CAF5" w14:textId="77777777" w:rsidTr="00A7626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167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FDF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A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6D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79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7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0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C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FA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12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3219493" w14:textId="77777777" w:rsidTr="00A762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DC24" w14:textId="2A82A4EC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D35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21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5B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C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0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3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D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156D" w14:textId="366AB217" w:rsidR="00015B8F" w:rsidRPr="009C54AE" w:rsidRDefault="00FD3553" w:rsidP="00B31B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7626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C1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2419" w14:textId="50BA37A1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4AEA0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59634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4274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89DC23" w14:textId="77777777" w:rsidR="0085747A" w:rsidRPr="009C54AE" w:rsidRDefault="00FD35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3553">
        <w:rPr>
          <w:rFonts w:asciiTheme="minorHAnsi" w:eastAsia="MS Gothic" w:hAnsi="MS Gothic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CEF7B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30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A53B1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AFB3" w14:textId="77777777" w:rsidR="009C54AE" w:rsidRDefault="00FD35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47C5A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A31BB8" w14:textId="53D4F2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5D4269" w14:textId="77777777" w:rsidR="00AC3AEE" w:rsidRPr="009C54AE" w:rsidRDefault="00AC3A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2A230" w14:textId="77777777" w:rsidTr="00745302">
        <w:tc>
          <w:tcPr>
            <w:tcW w:w="9670" w:type="dxa"/>
          </w:tcPr>
          <w:p w14:paraId="6DC44973" w14:textId="00FF0E51" w:rsidR="0085747A" w:rsidRPr="009C54AE" w:rsidRDefault="008D74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D54C4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53A10F" w14:textId="77777777" w:rsidR="00C330F1" w:rsidRDefault="00C330F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7F05FE3" w14:textId="5D62C60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B55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24D3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DA5A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74C4" w:rsidRPr="009C54AE" w14:paraId="38C48130" w14:textId="77777777" w:rsidTr="008D74C4">
        <w:tc>
          <w:tcPr>
            <w:tcW w:w="851" w:type="dxa"/>
            <w:vAlign w:val="center"/>
          </w:tcPr>
          <w:p w14:paraId="0FD2F1A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8E8657" w14:textId="77777777" w:rsidR="008D74C4" w:rsidRPr="008D74C4" w:rsidRDefault="008D74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nabycie wiedzy praktycznej o funkcjonowaniu instytucji/organizacji</w:t>
            </w:r>
            <w:r w:rsidR="00FC085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w której student odbywa praktykę</w:t>
            </w:r>
          </w:p>
        </w:tc>
      </w:tr>
      <w:tr w:rsidR="008D74C4" w:rsidRPr="009C54AE" w14:paraId="70EB26D3" w14:textId="77777777" w:rsidTr="008D74C4">
        <w:tc>
          <w:tcPr>
            <w:tcW w:w="851" w:type="dxa"/>
            <w:vAlign w:val="center"/>
          </w:tcPr>
          <w:p w14:paraId="659CD026" w14:textId="77777777" w:rsidR="008D74C4" w:rsidRPr="008D74C4" w:rsidRDefault="008D74C4" w:rsidP="003F41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4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EA271B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norm zawodowych właściwych dla miejsca odbywania praktyki</w:t>
            </w:r>
          </w:p>
        </w:tc>
      </w:tr>
      <w:tr w:rsidR="008D74C4" w:rsidRPr="009C54AE" w14:paraId="00DABA9B" w14:textId="77777777" w:rsidTr="008D74C4">
        <w:tc>
          <w:tcPr>
            <w:tcW w:w="851" w:type="dxa"/>
            <w:vAlign w:val="center"/>
          </w:tcPr>
          <w:p w14:paraId="083D5BB3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F39CF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rozwijanie umiejętności pracy w grupie</w:t>
            </w:r>
          </w:p>
        </w:tc>
      </w:tr>
      <w:tr w:rsidR="008D74C4" w:rsidRPr="009C54AE" w14:paraId="7BCC7060" w14:textId="77777777" w:rsidTr="008D74C4">
        <w:tc>
          <w:tcPr>
            <w:tcW w:w="851" w:type="dxa"/>
            <w:vAlign w:val="center"/>
          </w:tcPr>
          <w:p w14:paraId="6235893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ADE4366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kompetencji i obowiązków na poszczególnych stanowiskach pracy w instytucji/organizacji</w:t>
            </w:r>
          </w:p>
        </w:tc>
      </w:tr>
      <w:tr w:rsidR="008D74C4" w:rsidRPr="009C54AE" w14:paraId="114C9B45" w14:textId="77777777" w:rsidTr="008D74C4">
        <w:tc>
          <w:tcPr>
            <w:tcW w:w="851" w:type="dxa"/>
            <w:vAlign w:val="center"/>
          </w:tcPr>
          <w:p w14:paraId="6D00084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54ACAA3" w14:textId="77777777" w:rsidR="008D74C4" w:rsidRPr="008D74C4" w:rsidRDefault="008D74C4" w:rsidP="006316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kształtowanie poczucia identyfikacji z instytucją/organizacją, zaangażowania w jej sprawy oraz 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>wykonywan</w:t>
            </w:r>
            <w:r w:rsidR="006316FE"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zawod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>u</w:t>
            </w:r>
          </w:p>
        </w:tc>
      </w:tr>
    </w:tbl>
    <w:p w14:paraId="42ED67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AA82F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06FD39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F2113B4" w14:textId="77777777" w:rsidTr="0071620A">
        <w:tc>
          <w:tcPr>
            <w:tcW w:w="1701" w:type="dxa"/>
            <w:vAlign w:val="center"/>
          </w:tcPr>
          <w:p w14:paraId="4D1429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7EA8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06CE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416" w:rsidRPr="009C54AE" w14:paraId="4AE15FB3" w14:textId="77777777" w:rsidTr="005E6E85">
        <w:tc>
          <w:tcPr>
            <w:tcW w:w="1701" w:type="dxa"/>
          </w:tcPr>
          <w:p w14:paraId="72FDBB6D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B0C390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charakteryzuje role pełnione w organizacji oraz zna oczekiwania społeczne związane z ich pełnieniem</w:t>
            </w:r>
          </w:p>
        </w:tc>
        <w:tc>
          <w:tcPr>
            <w:tcW w:w="1873" w:type="dxa"/>
          </w:tcPr>
          <w:p w14:paraId="6EF4F29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460BB9BD" w14:textId="77777777" w:rsidR="005315E8" w:rsidRPr="00384416" w:rsidRDefault="005315E8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W14</w:t>
            </w:r>
          </w:p>
        </w:tc>
      </w:tr>
      <w:tr w:rsidR="00384416" w:rsidRPr="009C54AE" w14:paraId="417B3758" w14:textId="77777777" w:rsidTr="005E6E85">
        <w:tc>
          <w:tcPr>
            <w:tcW w:w="1701" w:type="dxa"/>
          </w:tcPr>
          <w:p w14:paraId="43214047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ABACF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definiuje normy (etyczne, zawodowe) regulujące relacje w organizacji oraz jej relacje z otoczeniem zewnętrznym</w:t>
            </w:r>
          </w:p>
        </w:tc>
        <w:tc>
          <w:tcPr>
            <w:tcW w:w="1873" w:type="dxa"/>
          </w:tcPr>
          <w:p w14:paraId="6E189E3B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384416" w:rsidRPr="009C54AE" w14:paraId="5023DAFA" w14:textId="77777777" w:rsidTr="005E6E85">
        <w:tc>
          <w:tcPr>
            <w:tcW w:w="1701" w:type="dxa"/>
          </w:tcPr>
          <w:p w14:paraId="2F06F2D4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9E69E9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analizuje relacje wewnątrzorganizacyjne i między organizacją a jej otoczeniem społecznym oraz ocenia możliwości ich dalszego rozwoju</w:t>
            </w:r>
          </w:p>
        </w:tc>
        <w:tc>
          <w:tcPr>
            <w:tcW w:w="1873" w:type="dxa"/>
          </w:tcPr>
          <w:p w14:paraId="3051E0A5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1BEDFFFA" w14:textId="77777777" w:rsidTr="005E6E85">
        <w:tc>
          <w:tcPr>
            <w:tcW w:w="1701" w:type="dxa"/>
          </w:tcPr>
          <w:p w14:paraId="0A949C23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36B31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rozstrzyga problemy zawodowe na podstawie wiedzy nabytej podczas studiów</w:t>
            </w:r>
          </w:p>
        </w:tc>
        <w:tc>
          <w:tcPr>
            <w:tcW w:w="1873" w:type="dxa"/>
          </w:tcPr>
          <w:p w14:paraId="07818B65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0FCD55D9" w14:textId="77777777" w:rsid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U09</w:t>
            </w:r>
          </w:p>
          <w:p w14:paraId="53631A1F" w14:textId="77777777" w:rsidR="005315E8" w:rsidRPr="00384416" w:rsidRDefault="005315E8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U14</w:t>
            </w:r>
          </w:p>
        </w:tc>
      </w:tr>
      <w:tr w:rsidR="00384416" w:rsidRPr="009C54AE" w14:paraId="7FDA90FD" w14:textId="77777777" w:rsidTr="005E6E85">
        <w:tc>
          <w:tcPr>
            <w:tcW w:w="1701" w:type="dxa"/>
          </w:tcPr>
          <w:p w14:paraId="1481DA6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4A4B7A6" w14:textId="77777777" w:rsidR="00384416" w:rsidRPr="00384416" w:rsidRDefault="001E5774" w:rsidP="00737335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stosuje właściwe metody zarządzania w podejmowaniu działań mających na celu zapewnienie bezpieczeństwa</w:t>
            </w:r>
          </w:p>
        </w:tc>
        <w:tc>
          <w:tcPr>
            <w:tcW w:w="1873" w:type="dxa"/>
          </w:tcPr>
          <w:p w14:paraId="4E263C6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2BE87192" w14:textId="77777777" w:rsidR="005315E8" w:rsidRDefault="005315E8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  <w:p w14:paraId="0F59B752" w14:textId="77777777" w:rsidR="001E5774" w:rsidRPr="00384416" w:rsidRDefault="001E5774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U15</w:t>
            </w:r>
          </w:p>
        </w:tc>
      </w:tr>
      <w:tr w:rsidR="00384416" w:rsidRPr="009C54AE" w14:paraId="7DEC59D9" w14:textId="77777777" w:rsidTr="005E6E85">
        <w:tc>
          <w:tcPr>
            <w:tcW w:w="1701" w:type="dxa"/>
          </w:tcPr>
          <w:p w14:paraId="7EF92FB2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8A7AE2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rozwija swoje kompetencje zawodowe</w:t>
            </w:r>
          </w:p>
        </w:tc>
        <w:tc>
          <w:tcPr>
            <w:tcW w:w="1873" w:type="dxa"/>
          </w:tcPr>
          <w:p w14:paraId="13D217EB" w14:textId="77777777" w:rsidR="00384416" w:rsidRPr="00384416" w:rsidRDefault="00384416" w:rsidP="001E57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7B1C8883" w14:textId="77777777" w:rsidTr="005E6E85">
        <w:tc>
          <w:tcPr>
            <w:tcW w:w="1701" w:type="dxa"/>
          </w:tcPr>
          <w:p w14:paraId="6F3FE4F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1400A24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działa zgodnie z normami etycznymi i zawodowymi; zachowuje się profesjonalnie w miejscu pracy</w:t>
            </w:r>
          </w:p>
        </w:tc>
        <w:tc>
          <w:tcPr>
            <w:tcW w:w="1873" w:type="dxa"/>
          </w:tcPr>
          <w:p w14:paraId="10D1A6ED" w14:textId="77777777" w:rsidR="001E5774" w:rsidRDefault="00384416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  <w:p w14:paraId="55FD8D24" w14:textId="77777777" w:rsidR="00384416" w:rsidRPr="00384416" w:rsidRDefault="001E5774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K08</w:t>
            </w:r>
            <w:r w:rsidR="00384416"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0ADF7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A42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CC84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C0F16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69487" w14:textId="77777777" w:rsidTr="00B236FA">
        <w:tc>
          <w:tcPr>
            <w:tcW w:w="9520" w:type="dxa"/>
          </w:tcPr>
          <w:p w14:paraId="19EB3D2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B424E0" w14:textId="77777777" w:rsidTr="00B236FA">
        <w:tc>
          <w:tcPr>
            <w:tcW w:w="9520" w:type="dxa"/>
          </w:tcPr>
          <w:p w14:paraId="5BCCED30" w14:textId="4F9BF4C0" w:rsidR="0085747A" w:rsidRPr="009C54AE" w:rsidRDefault="00B236FA" w:rsidP="007A4C42">
            <w:pPr>
              <w:spacing w:after="0" w:line="240" w:lineRule="auto"/>
              <w:ind w:firstLine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39C5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D44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E67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C99726" w14:textId="77777777" w:rsidTr="00923D7D">
        <w:tc>
          <w:tcPr>
            <w:tcW w:w="9639" w:type="dxa"/>
          </w:tcPr>
          <w:p w14:paraId="1587AB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B8352A" w14:textId="77777777" w:rsidTr="00923D7D">
        <w:tc>
          <w:tcPr>
            <w:tcW w:w="9639" w:type="dxa"/>
          </w:tcPr>
          <w:p w14:paraId="20B85902" w14:textId="77777777" w:rsidR="00197017" w:rsidRPr="007A4C42" w:rsidRDefault="00197017" w:rsidP="001970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4C42">
              <w:rPr>
                <w:rFonts w:ascii="Corbel" w:hAnsi="Corbel"/>
                <w:sz w:val="24"/>
                <w:szCs w:val="24"/>
              </w:rPr>
              <w:t>Zadania ramowe praktyki:</w:t>
            </w:r>
          </w:p>
          <w:p w14:paraId="5B3B7126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  <w:p w14:paraId="1270AD5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lastRenderedPageBreak/>
              <w:t>2. Zapoznanie z systemem regulacyjnym jednostki przyjmującej: regulaminem wewnętrznym, przepisami o dyscyplinie pracy, przepisami BHP, opisami stanowisk itp.</w:t>
            </w:r>
          </w:p>
          <w:p w14:paraId="07B61FE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Zapoznanie z systemem informacyjnym jednostki przyjmującej: organizacją sekretariatu, obiegiem dokumentów i ich klasyfikacją oraz ich przechowywaniem i niszczeniem.</w:t>
            </w:r>
          </w:p>
          <w:p w14:paraId="70F3613F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Zapoznanie z postępowaniem z informacjami niejawnymi: tajemnicą służbową, handlową itp.</w:t>
            </w:r>
          </w:p>
          <w:p w14:paraId="43E696C9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Zapoznanie ze sposobem funkcjonowania systemu informatycznego wspierającego system informacyjny.</w:t>
            </w:r>
          </w:p>
          <w:p w14:paraId="0033824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Zapoznanie z procesem podejmowania decyzji w jednostce przyjmującej.</w:t>
            </w:r>
          </w:p>
          <w:p w14:paraId="48AE1B1B" w14:textId="341A7242" w:rsidR="00D83C6E" w:rsidRPr="00D83C6E" w:rsidRDefault="00D83C6E" w:rsidP="00A7626C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7. Zapoznanie ze specyfiką zagrożeń bezpieczeństwa w wymiarach działania organizacji.</w:t>
            </w:r>
          </w:p>
          <w:p w14:paraId="5A52A39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Przykładowe zadania szczegółowe praktyki:</w:t>
            </w:r>
          </w:p>
          <w:p w14:paraId="2F59B37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Udział w pracach związanych z planowaniem potencjalnych zagrożeń i opracowywaniem metod zarządzania kryzysowego. </w:t>
            </w:r>
          </w:p>
          <w:p w14:paraId="1F46A22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2. Tworzenie i redakcja tekstów i dokumentów.</w:t>
            </w:r>
          </w:p>
          <w:p w14:paraId="73C7049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Tworzenie baz danych.</w:t>
            </w:r>
          </w:p>
          <w:p w14:paraId="3508C41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Udział w podejmowaniu działań prewencyjnych.</w:t>
            </w:r>
          </w:p>
          <w:p w14:paraId="2C578418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Udział w czynnościach operacyjnych i nadzorujących bezpieczeństwo publiczne.</w:t>
            </w:r>
          </w:p>
          <w:p w14:paraId="3473491D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Udział w bieżących pracach organizacyjnych.</w:t>
            </w:r>
          </w:p>
          <w:p w14:paraId="45C8A072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Miejsce praktyki:</w:t>
            </w:r>
          </w:p>
          <w:p w14:paraId="3CC0171F" w14:textId="47A8C7E0" w:rsidR="00D83C6E" w:rsidRPr="00D83C6E" w:rsidRDefault="00D83C6E" w:rsidP="00CB03A8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sektor publiczny: </w:t>
            </w:r>
            <w:r w:rsidR="00A7626C">
              <w:rPr>
                <w:rFonts w:ascii="Corbel" w:hAnsi="Corbel"/>
                <w:sz w:val="24"/>
                <w:szCs w:val="24"/>
              </w:rPr>
              <w:t>Instytucje administracji państwowej, samorządów terenowych, biura poselskie itp.</w:t>
            </w:r>
          </w:p>
          <w:p w14:paraId="3043D4B5" w14:textId="420E8A03" w:rsidR="00D83C6E" w:rsidRPr="00D83C6E" w:rsidRDefault="00D83C6E" w:rsidP="00CB03A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2. sektor prywatny: firmy komercyjne prowadzące działalność </w:t>
            </w:r>
            <w:r w:rsidR="00A7626C">
              <w:rPr>
                <w:rFonts w:ascii="Corbel" w:hAnsi="Corbel"/>
                <w:sz w:val="24"/>
                <w:szCs w:val="24"/>
              </w:rPr>
              <w:t>w różnego rodzaju obszarach.</w:t>
            </w:r>
          </w:p>
          <w:p w14:paraId="3543F26E" w14:textId="296F650E" w:rsidR="0085747A" w:rsidRPr="009C54AE" w:rsidRDefault="00D83C6E" w:rsidP="00CB03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III sektor: organizacje pozarządowe</w:t>
            </w:r>
            <w:r w:rsidR="00A762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DC3F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D4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4125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469A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A6675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7A63D5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F8BC12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F7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C844" w14:textId="77777777" w:rsidR="00E960BB" w:rsidRPr="008210CA" w:rsidRDefault="008210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8210CA">
        <w:rPr>
          <w:rFonts w:ascii="Corbel" w:hAnsi="Corbel"/>
          <w:b w:val="0"/>
          <w:i/>
          <w:smallCaps w:val="0"/>
          <w:sz w:val="20"/>
          <w:szCs w:val="20"/>
        </w:rPr>
        <w:t>praktyka</w:t>
      </w:r>
    </w:p>
    <w:p w14:paraId="5501AE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ED7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2E899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6084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BA85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9AEAB0" w14:textId="77777777" w:rsidTr="00C05F44">
        <w:tc>
          <w:tcPr>
            <w:tcW w:w="1985" w:type="dxa"/>
            <w:vAlign w:val="center"/>
          </w:tcPr>
          <w:p w14:paraId="7C8EA5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685E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00307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515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F087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57D9" w:rsidRPr="009C54AE" w14:paraId="74C3F9E0" w14:textId="77777777" w:rsidTr="00C05F44">
        <w:tc>
          <w:tcPr>
            <w:tcW w:w="1985" w:type="dxa"/>
          </w:tcPr>
          <w:p w14:paraId="172A0AC7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2EC278B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78B5E2A0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3E2CC451" w14:textId="77777777" w:rsidTr="00C05F44">
        <w:tc>
          <w:tcPr>
            <w:tcW w:w="1985" w:type="dxa"/>
          </w:tcPr>
          <w:p w14:paraId="1D55F9FE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64433E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4F745D51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4D1A8A0" w14:textId="77777777" w:rsidTr="00C05F44">
        <w:tc>
          <w:tcPr>
            <w:tcW w:w="1985" w:type="dxa"/>
          </w:tcPr>
          <w:p w14:paraId="567433B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2F1AB1B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grupowy wywiad zogniskowany, opinia opiekuna praktyki (kwestionariusz oceny praktykanta), dziennik praktyki</w:t>
            </w:r>
          </w:p>
        </w:tc>
        <w:tc>
          <w:tcPr>
            <w:tcW w:w="2126" w:type="dxa"/>
          </w:tcPr>
          <w:p w14:paraId="4C3E15A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7FB45E50" w14:textId="77777777" w:rsidTr="00C05F44">
        <w:tc>
          <w:tcPr>
            <w:tcW w:w="1985" w:type="dxa"/>
          </w:tcPr>
          <w:p w14:paraId="7A3EA663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08220DF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2B33DD0F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635E2672" w14:textId="77777777" w:rsidTr="00C05F44">
        <w:tc>
          <w:tcPr>
            <w:tcW w:w="1985" w:type="dxa"/>
          </w:tcPr>
          <w:p w14:paraId="45932969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9A86ED9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0DB13C2C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2FE31D6" w14:textId="77777777" w:rsidTr="00C05F44">
        <w:tc>
          <w:tcPr>
            <w:tcW w:w="1985" w:type="dxa"/>
          </w:tcPr>
          <w:p w14:paraId="2DF5C1A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813D0A8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3B38897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4E0F157F" w14:textId="77777777" w:rsidTr="00C05F44">
        <w:tc>
          <w:tcPr>
            <w:tcW w:w="1985" w:type="dxa"/>
          </w:tcPr>
          <w:p w14:paraId="6CCA9A8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5528" w:type="dxa"/>
          </w:tcPr>
          <w:p w14:paraId="339751AA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4F24B3B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14:paraId="33B894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1A3B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6267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F976B" w14:textId="77777777" w:rsidTr="00923D7D">
        <w:tc>
          <w:tcPr>
            <w:tcW w:w="9670" w:type="dxa"/>
          </w:tcPr>
          <w:p w14:paraId="3C1BAABE" w14:textId="77777777" w:rsidR="0085747A" w:rsidRPr="00A127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720CA0" w14:textId="77777777" w:rsidR="00923D7D" w:rsidRPr="00A12787" w:rsidRDefault="00A12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787">
              <w:rPr>
                <w:rFonts w:ascii="Corbel" w:hAnsi="Corbel"/>
                <w:b w:val="0"/>
                <w:smallCaps w:val="0"/>
                <w:szCs w:val="24"/>
              </w:rPr>
              <w:t>dziennik praktyki, kwestionariusz oceny praktykanta wypełnionego przez opiekuna zakładowego, aktywny udział w wywiadzie zogniskowanym</w:t>
            </w:r>
          </w:p>
          <w:p w14:paraId="0E5B02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10D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B7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0D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4E9DA8" w14:textId="77777777" w:rsidTr="003E1941">
        <w:tc>
          <w:tcPr>
            <w:tcW w:w="4962" w:type="dxa"/>
            <w:vAlign w:val="center"/>
          </w:tcPr>
          <w:p w14:paraId="23D110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7FC8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ABFD64" w14:textId="77777777" w:rsidTr="00923D7D">
        <w:tc>
          <w:tcPr>
            <w:tcW w:w="4962" w:type="dxa"/>
          </w:tcPr>
          <w:p w14:paraId="5602E0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361CE" w14:textId="64618BD6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672305" w14:textId="77777777" w:rsidTr="00923D7D">
        <w:tc>
          <w:tcPr>
            <w:tcW w:w="4962" w:type="dxa"/>
          </w:tcPr>
          <w:p w14:paraId="4324D2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A0C5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C374DE" w14:textId="77777777" w:rsidR="00C61DC5" w:rsidRPr="009C54AE" w:rsidRDefault="00243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A08AC6" w14:textId="77777777" w:rsidTr="00923D7D">
        <w:tc>
          <w:tcPr>
            <w:tcW w:w="4962" w:type="dxa"/>
          </w:tcPr>
          <w:p w14:paraId="50B73D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BB4F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F69AE1" w14:textId="77777777" w:rsidR="00C61DC5" w:rsidRPr="009C54AE" w:rsidRDefault="00125D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36B580F5" w14:textId="77777777" w:rsidTr="00923D7D">
        <w:tc>
          <w:tcPr>
            <w:tcW w:w="4962" w:type="dxa"/>
          </w:tcPr>
          <w:p w14:paraId="48F88A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1D3D596" w14:textId="589D5B1A" w:rsidR="0085747A" w:rsidRPr="009C54AE" w:rsidRDefault="00A7626C" w:rsidP="002430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086A8E6" w14:textId="77777777" w:rsidTr="00923D7D">
        <w:tc>
          <w:tcPr>
            <w:tcW w:w="4962" w:type="dxa"/>
          </w:tcPr>
          <w:p w14:paraId="6C2109F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87A30B" w14:textId="2AF0FAF0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90A59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1729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5B8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6C332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3E49D90" w14:textId="77777777" w:rsidTr="00735425">
        <w:trPr>
          <w:trHeight w:val="397"/>
        </w:trPr>
        <w:tc>
          <w:tcPr>
            <w:tcW w:w="3544" w:type="dxa"/>
          </w:tcPr>
          <w:p w14:paraId="59858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32DA10" w14:textId="61AE76DC" w:rsidR="0085747A" w:rsidRPr="009C54AE" w:rsidRDefault="00A762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7E08EC92" w14:textId="77777777" w:rsidTr="00735425">
        <w:trPr>
          <w:trHeight w:val="397"/>
        </w:trPr>
        <w:tc>
          <w:tcPr>
            <w:tcW w:w="3544" w:type="dxa"/>
          </w:tcPr>
          <w:p w14:paraId="147D59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E457CC" w14:textId="7ED488D5" w:rsidR="0085747A" w:rsidRPr="009C54AE" w:rsidRDefault="00951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Zgodnie z wytycznymi opracowanymi w Jednostce</w:t>
            </w:r>
          </w:p>
        </w:tc>
      </w:tr>
    </w:tbl>
    <w:p w14:paraId="376897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87CF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28AEB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1557E37" w14:textId="77777777" w:rsidTr="0071620A">
        <w:trPr>
          <w:trHeight w:val="397"/>
        </w:trPr>
        <w:tc>
          <w:tcPr>
            <w:tcW w:w="7513" w:type="dxa"/>
          </w:tcPr>
          <w:p w14:paraId="06C371F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F87963" w14:textId="77777777" w:rsidR="00C45B4B" w:rsidRPr="00737335" w:rsidRDefault="00737335" w:rsidP="0073733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373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 organizacji i odbywania programowych praktyk zawodowych na kierunku/kierunkach studiów realizowanych w Kolegium Nauk Społecznych Uniwersytetu Rzeszowskiego w roku akademickim 2019/2020 Instytut Nauk o Polityce</w:t>
            </w:r>
          </w:p>
        </w:tc>
      </w:tr>
      <w:tr w:rsidR="0085747A" w:rsidRPr="009C54AE" w14:paraId="00DF0B34" w14:textId="77777777" w:rsidTr="0071620A">
        <w:trPr>
          <w:trHeight w:val="397"/>
        </w:trPr>
        <w:tc>
          <w:tcPr>
            <w:tcW w:w="7513" w:type="dxa"/>
          </w:tcPr>
          <w:p w14:paraId="27D7E7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CA02ED" w14:textId="77777777" w:rsidR="00C45B4B" w:rsidRPr="009C54AE" w:rsidRDefault="00C45B4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45B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Regulaminu studiów wyższych Uniwersytetu Rzeszowskiego z dnia 30.05.2019 r.</w:t>
            </w:r>
          </w:p>
        </w:tc>
      </w:tr>
    </w:tbl>
    <w:p w14:paraId="07BD79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F83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EFC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4C69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D4E91" w14:textId="77777777" w:rsidR="00490980" w:rsidRDefault="00490980" w:rsidP="00C16ABF">
      <w:pPr>
        <w:spacing w:after="0" w:line="240" w:lineRule="auto"/>
      </w:pPr>
      <w:r>
        <w:separator/>
      </w:r>
    </w:p>
  </w:endnote>
  <w:endnote w:type="continuationSeparator" w:id="0">
    <w:p w14:paraId="7B3E0C9F" w14:textId="77777777" w:rsidR="00490980" w:rsidRDefault="004909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FA768" w14:textId="77777777" w:rsidR="00490980" w:rsidRDefault="00490980" w:rsidP="00C16ABF">
      <w:pPr>
        <w:spacing w:after="0" w:line="240" w:lineRule="auto"/>
      </w:pPr>
      <w:r>
        <w:separator/>
      </w:r>
    </w:p>
  </w:footnote>
  <w:footnote w:type="continuationSeparator" w:id="0">
    <w:p w14:paraId="29385DE7" w14:textId="77777777" w:rsidR="00490980" w:rsidRDefault="00490980" w:rsidP="00C16ABF">
      <w:pPr>
        <w:spacing w:after="0" w:line="240" w:lineRule="auto"/>
      </w:pPr>
      <w:r>
        <w:continuationSeparator/>
      </w:r>
    </w:p>
  </w:footnote>
  <w:footnote w:id="1">
    <w:p w14:paraId="0D6D2C8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5D9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95F"/>
    <w:rsid w:val="00192F37"/>
    <w:rsid w:val="00196785"/>
    <w:rsid w:val="00197017"/>
    <w:rsid w:val="001A70D2"/>
    <w:rsid w:val="001D657B"/>
    <w:rsid w:val="001D7B54"/>
    <w:rsid w:val="001E0209"/>
    <w:rsid w:val="001E5774"/>
    <w:rsid w:val="001F2CA2"/>
    <w:rsid w:val="002144C0"/>
    <w:rsid w:val="0022477D"/>
    <w:rsid w:val="002278A9"/>
    <w:rsid w:val="002336F9"/>
    <w:rsid w:val="0024028F"/>
    <w:rsid w:val="00243085"/>
    <w:rsid w:val="00244ABC"/>
    <w:rsid w:val="00281FF2"/>
    <w:rsid w:val="002857DE"/>
    <w:rsid w:val="00291567"/>
    <w:rsid w:val="002A22BF"/>
    <w:rsid w:val="002A2389"/>
    <w:rsid w:val="002A671D"/>
    <w:rsid w:val="002A7D3A"/>
    <w:rsid w:val="002B4D55"/>
    <w:rsid w:val="002B5EA0"/>
    <w:rsid w:val="002B6119"/>
    <w:rsid w:val="002C1F06"/>
    <w:rsid w:val="002D3375"/>
    <w:rsid w:val="002D73D4"/>
    <w:rsid w:val="002E57D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41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980"/>
    <w:rsid w:val="00490F7D"/>
    <w:rsid w:val="00491678"/>
    <w:rsid w:val="004968E2"/>
    <w:rsid w:val="004A3EEA"/>
    <w:rsid w:val="004A4D1F"/>
    <w:rsid w:val="004D0733"/>
    <w:rsid w:val="004D5282"/>
    <w:rsid w:val="004F1551"/>
    <w:rsid w:val="004F55A3"/>
    <w:rsid w:val="0050496F"/>
    <w:rsid w:val="00511C2B"/>
    <w:rsid w:val="00512A5A"/>
    <w:rsid w:val="00513B6F"/>
    <w:rsid w:val="00517C63"/>
    <w:rsid w:val="005315E8"/>
    <w:rsid w:val="005363C4"/>
    <w:rsid w:val="00536BDE"/>
    <w:rsid w:val="00543ACC"/>
    <w:rsid w:val="0055796D"/>
    <w:rsid w:val="0056696D"/>
    <w:rsid w:val="0059484D"/>
    <w:rsid w:val="005A0855"/>
    <w:rsid w:val="005A3196"/>
    <w:rsid w:val="005C080F"/>
    <w:rsid w:val="005C55E5"/>
    <w:rsid w:val="005C696A"/>
    <w:rsid w:val="005D6A52"/>
    <w:rsid w:val="005E6E85"/>
    <w:rsid w:val="005F31D2"/>
    <w:rsid w:val="00607031"/>
    <w:rsid w:val="0061029B"/>
    <w:rsid w:val="00617230"/>
    <w:rsid w:val="00621CE1"/>
    <w:rsid w:val="00627FC9"/>
    <w:rsid w:val="006316FE"/>
    <w:rsid w:val="00647FA8"/>
    <w:rsid w:val="00650C5F"/>
    <w:rsid w:val="00654934"/>
    <w:rsid w:val="006620D9"/>
    <w:rsid w:val="00671958"/>
    <w:rsid w:val="00675843"/>
    <w:rsid w:val="00696477"/>
    <w:rsid w:val="006A3A3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425"/>
    <w:rsid w:val="0073733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C42"/>
    <w:rsid w:val="007A6E6E"/>
    <w:rsid w:val="007B71F4"/>
    <w:rsid w:val="007C3299"/>
    <w:rsid w:val="007C3BCC"/>
    <w:rsid w:val="007C4546"/>
    <w:rsid w:val="007D6E56"/>
    <w:rsid w:val="007F4155"/>
    <w:rsid w:val="007F7984"/>
    <w:rsid w:val="0081554D"/>
    <w:rsid w:val="0081707E"/>
    <w:rsid w:val="008210CA"/>
    <w:rsid w:val="008449B3"/>
    <w:rsid w:val="008552A2"/>
    <w:rsid w:val="0085747A"/>
    <w:rsid w:val="00884922"/>
    <w:rsid w:val="00884C2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4C4"/>
    <w:rsid w:val="008E64F4"/>
    <w:rsid w:val="008F12C9"/>
    <w:rsid w:val="008F1658"/>
    <w:rsid w:val="008F6E29"/>
    <w:rsid w:val="009023D5"/>
    <w:rsid w:val="00916188"/>
    <w:rsid w:val="00923D7D"/>
    <w:rsid w:val="00944C69"/>
    <w:rsid w:val="009508DF"/>
    <w:rsid w:val="00950DAC"/>
    <w:rsid w:val="009510E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7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C"/>
    <w:rsid w:val="00A84C85"/>
    <w:rsid w:val="00A97DE1"/>
    <w:rsid w:val="00AB053C"/>
    <w:rsid w:val="00AC3A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6FA"/>
    <w:rsid w:val="00B243FB"/>
    <w:rsid w:val="00B3130B"/>
    <w:rsid w:val="00B31BD3"/>
    <w:rsid w:val="00B34ED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BC"/>
    <w:rsid w:val="00BF2C41"/>
    <w:rsid w:val="00C058B4"/>
    <w:rsid w:val="00C05F44"/>
    <w:rsid w:val="00C131B5"/>
    <w:rsid w:val="00C16ABF"/>
    <w:rsid w:val="00C170AE"/>
    <w:rsid w:val="00C25E83"/>
    <w:rsid w:val="00C26CB7"/>
    <w:rsid w:val="00C324C1"/>
    <w:rsid w:val="00C330F1"/>
    <w:rsid w:val="00C36992"/>
    <w:rsid w:val="00C42625"/>
    <w:rsid w:val="00C45B4B"/>
    <w:rsid w:val="00C56036"/>
    <w:rsid w:val="00C61DC5"/>
    <w:rsid w:val="00C67E92"/>
    <w:rsid w:val="00C70A26"/>
    <w:rsid w:val="00C766DF"/>
    <w:rsid w:val="00C94B98"/>
    <w:rsid w:val="00CA2B96"/>
    <w:rsid w:val="00CA5089"/>
    <w:rsid w:val="00CB03A8"/>
    <w:rsid w:val="00CD4C3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34"/>
    <w:rsid w:val="00D608D1"/>
    <w:rsid w:val="00D74119"/>
    <w:rsid w:val="00D8075B"/>
    <w:rsid w:val="00D83C6E"/>
    <w:rsid w:val="00D8678B"/>
    <w:rsid w:val="00DA2114"/>
    <w:rsid w:val="00DC08D0"/>
    <w:rsid w:val="00DE09C0"/>
    <w:rsid w:val="00DE4A14"/>
    <w:rsid w:val="00DF320D"/>
    <w:rsid w:val="00DF71C8"/>
    <w:rsid w:val="00E00DA6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EC7"/>
    <w:rsid w:val="00EA2074"/>
    <w:rsid w:val="00EA4832"/>
    <w:rsid w:val="00EA4E9D"/>
    <w:rsid w:val="00EC4899"/>
    <w:rsid w:val="00ED03AB"/>
    <w:rsid w:val="00ED32D2"/>
    <w:rsid w:val="00EE32DE"/>
    <w:rsid w:val="00EE5457"/>
    <w:rsid w:val="00EE67C9"/>
    <w:rsid w:val="00F070AB"/>
    <w:rsid w:val="00F17567"/>
    <w:rsid w:val="00F27A7B"/>
    <w:rsid w:val="00F3036D"/>
    <w:rsid w:val="00F526AF"/>
    <w:rsid w:val="00F5543C"/>
    <w:rsid w:val="00F617C3"/>
    <w:rsid w:val="00F7066B"/>
    <w:rsid w:val="00F83B28"/>
    <w:rsid w:val="00F94145"/>
    <w:rsid w:val="00F974DA"/>
    <w:rsid w:val="00FA46E5"/>
    <w:rsid w:val="00FB7DBA"/>
    <w:rsid w:val="00FC085F"/>
    <w:rsid w:val="00FC1C25"/>
    <w:rsid w:val="00FC3F45"/>
    <w:rsid w:val="00FD3553"/>
    <w:rsid w:val="00FD503F"/>
    <w:rsid w:val="00FD7589"/>
    <w:rsid w:val="00FE59D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26D42"/>
  <w15:docId w15:val="{B60363E9-542E-4F13-876B-EF4AE5F5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F3BF-FE01-46D8-93AE-A4C3B8638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1027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2021-02-19T11:28:00Z</dcterms:created>
  <dcterms:modified xsi:type="dcterms:W3CDTF">2021-02-19T11:48:00Z</dcterms:modified>
</cp:coreProperties>
</file>